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5493">
        <w:rPr>
          <w:rFonts w:ascii="Arial" w:hAnsi="Arial" w:cs="Arial"/>
          <w:b/>
          <w:caps/>
          <w:sz w:val="28"/>
          <w:szCs w:val="28"/>
        </w:rPr>
        <w:t>1807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549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5493">
              <w:rPr>
                <w:rFonts w:ascii="Arial" w:hAnsi="Arial" w:cs="Arial"/>
                <w:sz w:val="20"/>
                <w:szCs w:val="20"/>
              </w:rPr>
              <w:t>Reitera a Indicação nº 694/2018, solicitando providências para solucionar o problema de crescimento de matos nas vias calçadas por paralelepípedo, no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85493" w:rsidRPr="00C85493">
        <w:rPr>
          <w:rFonts w:ascii="Arial" w:hAnsi="Arial" w:cs="Arial"/>
        </w:rPr>
        <w:t>solucionar o problema de crescimento de matos nas vias calçadas por paralelepípedo, no Bairro Bela Vista</w:t>
      </w:r>
      <w:r w:rsidR="00C85493">
        <w:rPr>
          <w:rFonts w:ascii="Arial" w:hAnsi="Arial" w:cs="Arial"/>
        </w:rPr>
        <w:t xml:space="preserve">, </w:t>
      </w:r>
      <w:r w:rsidR="00C85493" w:rsidRPr="00C85493">
        <w:rPr>
          <w:rFonts w:ascii="Arial" w:hAnsi="Arial" w:cs="Arial"/>
          <w:b/>
        </w:rPr>
        <w:t>em reiteração à Indicação nº 694/2018</w:t>
      </w:r>
      <w:r w:rsidR="00C85493" w:rsidRPr="00C85493">
        <w:rPr>
          <w:rFonts w:ascii="Arial" w:hAnsi="Arial" w:cs="Arial"/>
        </w:rPr>
        <w:t>.</w:t>
      </w:r>
    </w:p>
    <w:p w:rsidR="00C85493" w:rsidRPr="00C85493" w:rsidRDefault="00C85493" w:rsidP="00C854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5493">
        <w:rPr>
          <w:rFonts w:ascii="Arial" w:hAnsi="Arial" w:cs="Arial"/>
        </w:rPr>
        <w:t>Conforme as fotos em anexo e relato</w:t>
      </w:r>
      <w:r>
        <w:rPr>
          <w:rFonts w:ascii="Arial" w:hAnsi="Arial" w:cs="Arial"/>
        </w:rPr>
        <w:t>s</w:t>
      </w:r>
      <w:r w:rsidRPr="00C85493">
        <w:rPr>
          <w:rFonts w:ascii="Arial" w:hAnsi="Arial" w:cs="Arial"/>
        </w:rPr>
        <w:t xml:space="preserve"> de moradores, as ruas estão tomadas de por mato, dificultando o trânsito tanto de pedestres quanto de motoristas, aumentando grandemente o risco de acidentes e prejuízos aos moradores, </w:t>
      </w:r>
      <w:r>
        <w:rPr>
          <w:rFonts w:ascii="Arial" w:hAnsi="Arial" w:cs="Arial"/>
        </w:rPr>
        <w:t>torna</w:t>
      </w:r>
      <w:r w:rsidRPr="00C85493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C85493">
        <w:rPr>
          <w:rFonts w:ascii="Arial" w:hAnsi="Arial" w:cs="Arial"/>
        </w:rPr>
        <w:t>a intervenção no local.</w:t>
      </w:r>
    </w:p>
    <w:p w:rsidR="00C85493" w:rsidRDefault="00C85493" w:rsidP="00C854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5493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8549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85493">
        <w:rPr>
          <w:rFonts w:ascii="Arial" w:hAnsi="Arial" w:cs="Arial"/>
        </w:rPr>
        <w:t>15 de agosto de 2018.</w:t>
      </w:r>
    </w:p>
    <w:p w:rsidR="00C85493" w:rsidRDefault="00C8549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493" w:rsidRDefault="00C8549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493" w:rsidRDefault="00C8549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493" w:rsidRPr="00A34F2C" w:rsidRDefault="00C8549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85493" w:rsidRPr="00A34F2C" w:rsidRDefault="00C8549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85493" w:rsidRDefault="00C85493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85493" w:rsidRDefault="00C8549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5493" w:rsidRDefault="00C85493" w:rsidP="00C8549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2D7E3C8">
            <wp:extent cx="5958840" cy="47244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72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5493" w:rsidRPr="00A34F2C" w:rsidRDefault="00C85493" w:rsidP="00C85493">
      <w:pPr>
        <w:pStyle w:val="Pr-Fotos"/>
      </w:pPr>
      <w:r>
        <w:rPr>
          <w:noProof/>
          <w:lang w:eastAsia="pt-BR"/>
        </w:rPr>
        <w:drawing>
          <wp:inline distT="0" distB="0" distL="0" distR="0" wp14:anchorId="5EE6A1B8">
            <wp:extent cx="2933700" cy="33985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AA0CCFD">
            <wp:extent cx="2933700" cy="33985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85493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F66" w:rsidRDefault="00902F66">
      <w:r>
        <w:separator/>
      </w:r>
    </w:p>
  </w:endnote>
  <w:endnote w:type="continuationSeparator" w:id="0">
    <w:p w:rsidR="00902F66" w:rsidRDefault="0090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F66" w:rsidRDefault="00902F66">
      <w:r>
        <w:separator/>
      </w:r>
    </w:p>
  </w:footnote>
  <w:footnote w:type="continuationSeparator" w:id="0">
    <w:p w:rsidR="00902F66" w:rsidRDefault="0090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5493">
      <w:rPr>
        <w:rFonts w:ascii="Arial" w:hAnsi="Arial" w:cs="Arial"/>
        <w:b/>
        <w:sz w:val="20"/>
        <w:szCs w:val="20"/>
        <w:u w:val="single"/>
      </w:rPr>
      <w:t>1807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85493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1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1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12D5"/>
    <w:rsid w:val="00877E50"/>
    <w:rsid w:val="008909A4"/>
    <w:rsid w:val="008A0EB2"/>
    <w:rsid w:val="008C33AB"/>
    <w:rsid w:val="008C72B7"/>
    <w:rsid w:val="008F1E6B"/>
    <w:rsid w:val="008F7625"/>
    <w:rsid w:val="00902F66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549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580A-86EB-434E-9297-49AD117D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2018-08-14T11:08:00Z</cp:lastPrinted>
  <dcterms:created xsi:type="dcterms:W3CDTF">2018-08-14T11:08:00Z</dcterms:created>
  <dcterms:modified xsi:type="dcterms:W3CDTF">2018-08-14T11:08:00Z</dcterms:modified>
</cp:coreProperties>
</file>